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691B51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Hannan High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049501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691B51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691B51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38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691B51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49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691B51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38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691B51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77.6%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691B5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71.1%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691B5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28.9%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691B5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691B5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691B51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92.1%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691B51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691B51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5.3%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691B51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691B51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2.6%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691B51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691B51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691B51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691B51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691B51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691B51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691B51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691B5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691B5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97.4%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691B5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691B5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691B5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691B5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691B5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691B5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26.3%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691B51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21.1%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691B5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18.4%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691B5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7.9%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691B5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21.1%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691B5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691B5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15.8%</w:t>
            </w:r>
          </w:p>
        </w:tc>
        <w:tc>
          <w:tcPr>
            <w:tcW w:w="912" w:type="pct"/>
          </w:tcPr>
          <w:p w:rsidR="00ED0933" w:rsidRPr="007646BD" w:rsidRDefault="00691B5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18.4%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691B5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28.9%</w:t>
            </w:r>
          </w:p>
        </w:tc>
        <w:tc>
          <w:tcPr>
            <w:tcW w:w="912" w:type="pct"/>
          </w:tcPr>
          <w:p w:rsidR="00ED0933" w:rsidRPr="007646BD" w:rsidRDefault="00691B5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28.9%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691B5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31.6%</w:t>
            </w:r>
          </w:p>
        </w:tc>
        <w:tc>
          <w:tcPr>
            <w:tcW w:w="912" w:type="pct"/>
          </w:tcPr>
          <w:p w:rsidR="00ED0933" w:rsidRPr="007646BD" w:rsidRDefault="00691B5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36.8%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691B5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  <w:tc>
          <w:tcPr>
            <w:tcW w:w="912" w:type="pct"/>
          </w:tcPr>
          <w:p w:rsidR="00ED0933" w:rsidRPr="007646BD" w:rsidRDefault="00691B5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7.9%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691B5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15.8%</w:t>
            </w:r>
          </w:p>
        </w:tc>
        <w:tc>
          <w:tcPr>
            <w:tcW w:w="912" w:type="pct"/>
          </w:tcPr>
          <w:p w:rsidR="00ED0933" w:rsidRPr="007646BD" w:rsidRDefault="00691B5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691B5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691B5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691B5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691B5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691B5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  <w:tc>
          <w:tcPr>
            <w:tcW w:w="912" w:type="pct"/>
          </w:tcPr>
          <w:p w:rsidR="00ED0933" w:rsidRPr="007646BD" w:rsidRDefault="00691B5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691B5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691B5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691B5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71.1%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691B5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691B5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691B5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691B5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691B5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691B5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13.2%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691B5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691B5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97.4%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691B51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2.6%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691B5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691B5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78.9%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691B5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691B5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691B5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691B5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691B5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691B5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691B5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691B5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52.6%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691B5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2.6%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5.3%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691B51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440" w:type="dxa"/>
          </w:tcPr>
          <w:p w:rsidR="009B797D" w:rsidRPr="00797E2A" w:rsidRDefault="00691B51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10.5%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691B5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7.9%</w:t>
            </w:r>
          </w:p>
        </w:tc>
        <w:tc>
          <w:tcPr>
            <w:tcW w:w="1440" w:type="dxa"/>
          </w:tcPr>
          <w:p w:rsidR="008B42CE" w:rsidRPr="00797E2A" w:rsidRDefault="00691B5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21.1%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691B5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52.6%</w:t>
            </w:r>
          </w:p>
        </w:tc>
        <w:tc>
          <w:tcPr>
            <w:tcW w:w="1440" w:type="dxa"/>
          </w:tcPr>
          <w:p w:rsidR="008B42CE" w:rsidRPr="00797E2A" w:rsidRDefault="00691B5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42.1%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440" w:type="dxa"/>
          </w:tcPr>
          <w:p w:rsidR="00ED0933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21.1%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1440" w:type="dxa"/>
          </w:tcPr>
          <w:p w:rsidR="00ED0933" w:rsidRPr="00797E2A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23.7%</w:t>
            </w:r>
          </w:p>
        </w:tc>
        <w:tc>
          <w:tcPr>
            <w:tcW w:w="889" w:type="pct"/>
          </w:tcPr>
          <w:p w:rsidR="004206F3" w:rsidRPr="000B28B6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73.7%</w:t>
            </w:r>
          </w:p>
        </w:tc>
        <w:tc>
          <w:tcPr>
            <w:tcW w:w="1011" w:type="pct"/>
          </w:tcPr>
          <w:p w:rsidR="004206F3" w:rsidRPr="000B28B6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2.6%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23.7%</w:t>
            </w:r>
          </w:p>
        </w:tc>
        <w:tc>
          <w:tcPr>
            <w:tcW w:w="889" w:type="pct"/>
          </w:tcPr>
          <w:p w:rsidR="004206F3" w:rsidRPr="000B28B6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73.7%</w:t>
            </w:r>
          </w:p>
        </w:tc>
        <w:tc>
          <w:tcPr>
            <w:tcW w:w="1011" w:type="pct"/>
          </w:tcPr>
          <w:p w:rsidR="004206F3" w:rsidRPr="000B28B6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2.6%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52.6%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44.7%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2.6%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691B5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23.7%</w:t>
            </w:r>
          </w:p>
        </w:tc>
        <w:tc>
          <w:tcPr>
            <w:tcW w:w="2250" w:type="dxa"/>
            <w:noWrap/>
          </w:tcPr>
          <w:p w:rsidR="004206F3" w:rsidRPr="00797E2A" w:rsidRDefault="00691B5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2250" w:type="dxa"/>
            <w:noWrap/>
          </w:tcPr>
          <w:p w:rsidR="004206F3" w:rsidRPr="00797E2A" w:rsidRDefault="00691B5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31.6%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691B5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2250" w:type="dxa"/>
            <w:noWrap/>
          </w:tcPr>
          <w:p w:rsidR="004206F3" w:rsidRPr="00797E2A" w:rsidRDefault="00691B5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44.7%</w:t>
            </w:r>
          </w:p>
        </w:tc>
        <w:tc>
          <w:tcPr>
            <w:tcW w:w="2250" w:type="dxa"/>
            <w:noWrap/>
          </w:tcPr>
          <w:p w:rsidR="004206F3" w:rsidRPr="00797E2A" w:rsidRDefault="00691B5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55.3%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691B5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2250" w:type="dxa"/>
            <w:noWrap/>
          </w:tcPr>
          <w:p w:rsidR="004206F3" w:rsidRPr="00797E2A" w:rsidRDefault="00691B5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2250" w:type="dxa"/>
            <w:noWrap/>
          </w:tcPr>
          <w:p w:rsidR="004206F3" w:rsidRPr="00797E2A" w:rsidRDefault="00691B5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7.9%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691B5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7.9%</w:t>
            </w:r>
          </w:p>
        </w:tc>
        <w:tc>
          <w:tcPr>
            <w:tcW w:w="2250" w:type="dxa"/>
            <w:noWrap/>
          </w:tcPr>
          <w:p w:rsidR="004206F3" w:rsidRPr="00797E2A" w:rsidRDefault="00691B5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2250" w:type="dxa"/>
            <w:noWrap/>
          </w:tcPr>
          <w:p w:rsidR="004206F3" w:rsidRPr="00797E2A" w:rsidRDefault="00691B5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691B5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2250" w:type="dxa"/>
            <w:noWrap/>
          </w:tcPr>
          <w:p w:rsidR="004206F3" w:rsidRPr="00797E2A" w:rsidRDefault="00691B5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2250" w:type="dxa"/>
            <w:noWrap/>
          </w:tcPr>
          <w:p w:rsidR="004206F3" w:rsidRPr="00797E2A" w:rsidRDefault="00691B5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2.6%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691B5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2250" w:type="dxa"/>
            <w:noWrap/>
          </w:tcPr>
          <w:p w:rsidR="004206F3" w:rsidRPr="00797E2A" w:rsidRDefault="00691B5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2250" w:type="dxa"/>
            <w:noWrap/>
          </w:tcPr>
          <w:p w:rsidR="004206F3" w:rsidRPr="00797E2A" w:rsidRDefault="00691B5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2.6%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28.9%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370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21.1%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370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26.3%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370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10.5%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370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5.3%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1370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13.2%</w:t>
            </w:r>
          </w:p>
        </w:tc>
        <w:tc>
          <w:tcPr>
            <w:tcW w:w="1370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5.3%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2.6%</w:t>
            </w:r>
          </w:p>
        </w:tc>
        <w:tc>
          <w:tcPr>
            <w:tcW w:w="1370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2.6%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23.7%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23.7%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13.2%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13.2%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28.9%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2.6%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44.7%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2.6%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23.7%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34.2%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5.3%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34.2%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23.7%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5.3%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34.2%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23.7%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13.2%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2.6%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5.3%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34.2%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28.9%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23.7%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2.6%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2.6%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47.4%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7.9%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2.6%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34.2%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28.9%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691B5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2.6%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13.2%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10.5%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13.2%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13.2%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15.8%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10.5%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13.2%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21.1%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7.9%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7.9%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15.8%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13.2%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26.3%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7.9%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23.7%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13.2%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7.9%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2.6%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2.6%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5.3%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7.9%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2.6%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7.9%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10.5%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13.2%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691B5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13.2%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126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28.9%</w:t>
            </w:r>
          </w:p>
        </w:tc>
        <w:tc>
          <w:tcPr>
            <w:tcW w:w="99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435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10.5%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7.9%</w:t>
            </w:r>
          </w:p>
        </w:tc>
        <w:tc>
          <w:tcPr>
            <w:tcW w:w="126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99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28.9%</w:t>
            </w:r>
          </w:p>
        </w:tc>
        <w:tc>
          <w:tcPr>
            <w:tcW w:w="1435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10.5%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26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13.2%</w:t>
            </w:r>
          </w:p>
        </w:tc>
        <w:tc>
          <w:tcPr>
            <w:tcW w:w="99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28.9%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34.2%</w:t>
            </w:r>
          </w:p>
        </w:tc>
        <w:tc>
          <w:tcPr>
            <w:tcW w:w="1435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13.2%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7.9%</w:t>
            </w:r>
          </w:p>
        </w:tc>
        <w:tc>
          <w:tcPr>
            <w:tcW w:w="126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99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28.9%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435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10.5%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26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99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23.7%</w:t>
            </w:r>
          </w:p>
        </w:tc>
        <w:tc>
          <w:tcPr>
            <w:tcW w:w="1435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10.5%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7.9%</w:t>
            </w:r>
          </w:p>
        </w:tc>
        <w:tc>
          <w:tcPr>
            <w:tcW w:w="126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99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28.9%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435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10.5%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7.9%</w:t>
            </w:r>
          </w:p>
        </w:tc>
        <w:tc>
          <w:tcPr>
            <w:tcW w:w="126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99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23.7%</w:t>
            </w:r>
          </w:p>
        </w:tc>
        <w:tc>
          <w:tcPr>
            <w:tcW w:w="1435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10.5%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13.2%</w:t>
            </w:r>
          </w:p>
        </w:tc>
        <w:tc>
          <w:tcPr>
            <w:tcW w:w="126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99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23.7%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435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10.5%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126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99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435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10.5%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7.9%</w:t>
            </w:r>
          </w:p>
        </w:tc>
        <w:tc>
          <w:tcPr>
            <w:tcW w:w="126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99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28.9%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435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10.5%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7.9%</w:t>
            </w:r>
          </w:p>
        </w:tc>
        <w:tc>
          <w:tcPr>
            <w:tcW w:w="126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99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435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10.5%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7.9%</w:t>
            </w:r>
          </w:p>
        </w:tc>
        <w:tc>
          <w:tcPr>
            <w:tcW w:w="126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99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44.7%</w:t>
            </w:r>
          </w:p>
        </w:tc>
        <w:tc>
          <w:tcPr>
            <w:tcW w:w="1435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10.5%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26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99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23.7%</w:t>
            </w:r>
          </w:p>
        </w:tc>
        <w:tc>
          <w:tcPr>
            <w:tcW w:w="1435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7.9%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23.7%</w:t>
            </w:r>
          </w:p>
        </w:tc>
        <w:tc>
          <w:tcPr>
            <w:tcW w:w="126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99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23.7%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13.2%</w:t>
            </w:r>
          </w:p>
        </w:tc>
        <w:tc>
          <w:tcPr>
            <w:tcW w:w="1435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7.9%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126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99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435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7.9%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13.2%</w:t>
            </w:r>
          </w:p>
        </w:tc>
        <w:tc>
          <w:tcPr>
            <w:tcW w:w="126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99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435" w:type="dxa"/>
            <w:noWrap/>
          </w:tcPr>
          <w:p w:rsidR="00364F87" w:rsidRPr="00797E2A" w:rsidRDefault="00691B5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10.5%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28.9%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60.5%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31.6%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63.2%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65.8%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81.6%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34.2%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42.1%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63.2%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68.4%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68.4%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60.5%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7.9%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691B5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5.3%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B51" w:rsidRDefault="00691B51" w:rsidP="0035328A">
      <w:pPr>
        <w:spacing w:after="0" w:line="240" w:lineRule="auto"/>
      </w:pPr>
      <w:r>
        <w:separator/>
      </w:r>
    </w:p>
  </w:endnote>
  <w:endnote w:type="continuationSeparator" w:id="0">
    <w:p w:rsidR="00691B51" w:rsidRDefault="00691B51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691B51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B51" w:rsidRDefault="00691B51" w:rsidP="0035328A">
      <w:pPr>
        <w:spacing w:after="0" w:line="240" w:lineRule="auto"/>
      </w:pPr>
      <w:r>
        <w:separator/>
      </w:r>
    </w:p>
  </w:footnote>
  <w:footnote w:type="continuationSeparator" w:id="0">
    <w:p w:rsidR="00691B51" w:rsidRDefault="00691B51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B51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1B51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7C1EA038-9397-4A57-854B-0166917E7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7A77A-C8BD-4DF1-916A-A20B80DD4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2016-04-26T20:02:00Z</dcterms:created>
  <dcterms:modified xsi:type="dcterms:W3CDTF">2016-04-26T20:02:00Z</dcterms:modified>
</cp:coreProperties>
</file>